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8292a76acf5d462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31D" w:rsidP="00064B69" w:rsidRDefault="0074131D">
      <w:pPr>
        <w:jc w:val="right"/>
        <w:rPr>
          <w:rFonts w:ascii="Arial Narrow" w:hAnsi="Arial Narrow" w:cs="Arial"/>
          <w:sz w:val="20"/>
          <w:szCs w:val="20"/>
        </w:rPr>
      </w:pPr>
      <w:r w:rsidRPr="00E4325F">
        <w:rPr>
          <w:rFonts w:ascii="Arial Narrow" w:hAnsi="Arial Narrow" w:cs="Arial"/>
          <w:sz w:val="20"/>
          <w:szCs w:val="20"/>
        </w:rPr>
        <w:t>Załącznik nr 2 do ogłoszenia o sprzedaży na surowce wtórne</w:t>
      </w:r>
    </w:p>
    <w:p w:rsidR="00E4325F" w:rsidP="00A128EA" w:rsidRDefault="00E4325F">
      <w:pPr>
        <w:spacing w:line="264" w:lineRule="auto"/>
        <w:rPr>
          <w:rFonts w:ascii="Arial Narrow" w:hAnsi="Arial Narrow" w:cs="Arial"/>
          <w:sz w:val="20"/>
          <w:szCs w:val="20"/>
        </w:rPr>
      </w:pPr>
    </w:p>
    <w:p w:rsidRPr="00E4325F" w:rsidR="00064B69" w:rsidP="00A128EA" w:rsidRDefault="00064B69">
      <w:pPr>
        <w:spacing w:line="264" w:lineRule="auto"/>
        <w:rPr>
          <w:rFonts w:ascii="Arial Narrow" w:hAnsi="Arial Narrow" w:cs="Arial"/>
          <w:sz w:val="20"/>
          <w:szCs w:val="20"/>
        </w:rPr>
      </w:pPr>
      <w:bookmarkStart w:name="_GoBack" w:id="0"/>
      <w:bookmarkEnd w:id="0"/>
    </w:p>
    <w:p w:rsidR="0074131D" w:rsidP="00A128EA" w:rsidRDefault="0074131D">
      <w:pPr>
        <w:spacing w:line="264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DANE WYKONAWCY</w:t>
      </w:r>
    </w:p>
    <w:p w:rsidR="0074131D" w:rsidP="00A128EA" w:rsidRDefault="0074131D">
      <w:pPr>
        <w:spacing w:line="264" w:lineRule="auto"/>
        <w:rPr>
          <w:rFonts w:ascii="Arial Narrow" w:hAnsi="Arial Narrow" w:cs="Arial"/>
        </w:rPr>
      </w:pPr>
    </w:p>
    <w:p w:rsidR="0074131D" w:rsidP="00A128EA" w:rsidRDefault="0074131D">
      <w:pPr>
        <w:spacing w:line="264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Nazwa …………………………………………………………………………………………………….</w:t>
      </w:r>
    </w:p>
    <w:p w:rsidR="0074131D" w:rsidP="00A128EA" w:rsidRDefault="0074131D">
      <w:pPr>
        <w:spacing w:line="264" w:lineRule="auto"/>
        <w:rPr>
          <w:rFonts w:ascii="Arial Narrow" w:hAnsi="Arial Narrow" w:cs="Arial"/>
        </w:rPr>
      </w:pPr>
    </w:p>
    <w:p w:rsidR="0074131D" w:rsidP="00A128EA" w:rsidRDefault="0074131D">
      <w:pPr>
        <w:spacing w:line="264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Adres ………………………………………………………………………………………………………</w:t>
      </w:r>
    </w:p>
    <w:p w:rsidR="0074131D" w:rsidP="00A128EA" w:rsidRDefault="0074131D">
      <w:pPr>
        <w:spacing w:line="264" w:lineRule="auto"/>
        <w:rPr>
          <w:rFonts w:ascii="Arial Narrow" w:hAnsi="Arial Narrow" w:cs="Arial"/>
        </w:rPr>
      </w:pPr>
    </w:p>
    <w:p w:rsidRPr="00064B69" w:rsidR="0074131D" w:rsidP="00A128EA" w:rsidRDefault="0074131D">
      <w:pPr>
        <w:spacing w:line="264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</w:rPr>
        <w:t xml:space="preserve">NIP………………………………………… </w:t>
      </w:r>
      <w:r w:rsidRPr="00064B69">
        <w:rPr>
          <w:rFonts w:ascii="Arial Narrow" w:hAnsi="Arial Narrow" w:cs="Arial"/>
          <w:lang w:val="en-GB"/>
        </w:rPr>
        <w:t>REGON…………………………………………………….</w:t>
      </w:r>
    </w:p>
    <w:p w:rsidRPr="00064B69" w:rsidR="0074131D" w:rsidP="00A128EA" w:rsidRDefault="0074131D">
      <w:pPr>
        <w:spacing w:line="264" w:lineRule="auto"/>
        <w:rPr>
          <w:rFonts w:ascii="Arial Narrow" w:hAnsi="Arial Narrow" w:cs="Arial"/>
          <w:lang w:val="en-GB"/>
        </w:rPr>
      </w:pPr>
    </w:p>
    <w:p w:rsidRPr="00064B69" w:rsidR="0074131D" w:rsidP="00A128EA" w:rsidRDefault="0074131D">
      <w:pPr>
        <w:spacing w:line="264" w:lineRule="auto"/>
        <w:rPr>
          <w:rFonts w:ascii="Arial Narrow" w:hAnsi="Arial Narrow" w:cs="Arial"/>
          <w:lang w:val="en-GB"/>
        </w:rPr>
      </w:pPr>
      <w:r w:rsidRPr="00064B69">
        <w:rPr>
          <w:rFonts w:ascii="Arial Narrow" w:hAnsi="Arial Narrow" w:cs="Arial"/>
          <w:lang w:val="en-GB"/>
        </w:rPr>
        <w:t>Tel …………………………………………… FAX ……………………………………………………..</w:t>
      </w:r>
    </w:p>
    <w:p w:rsidRPr="00064B69" w:rsidR="0074131D" w:rsidP="00A128EA" w:rsidRDefault="0074131D">
      <w:pPr>
        <w:spacing w:line="264" w:lineRule="auto"/>
        <w:rPr>
          <w:rFonts w:ascii="Arial Narrow" w:hAnsi="Arial Narrow" w:cs="Arial"/>
          <w:lang w:val="en-GB"/>
        </w:rPr>
      </w:pPr>
    </w:p>
    <w:p w:rsidRPr="00064B69" w:rsidR="0074131D" w:rsidP="00A128EA" w:rsidRDefault="0074131D">
      <w:pPr>
        <w:spacing w:line="264" w:lineRule="auto"/>
        <w:rPr>
          <w:rFonts w:ascii="Arial Narrow" w:hAnsi="Arial Narrow" w:cs="Arial"/>
          <w:lang w:val="en-GB"/>
        </w:rPr>
      </w:pPr>
      <w:r w:rsidRPr="00064B69">
        <w:rPr>
          <w:rFonts w:ascii="Arial Narrow" w:hAnsi="Arial Narrow" w:cs="Arial"/>
          <w:lang w:val="en-GB"/>
        </w:rPr>
        <w:t>e-mail ……………………………………………………………………………………………………..</w:t>
      </w:r>
    </w:p>
    <w:p w:rsidRPr="00064B69" w:rsidR="0074131D" w:rsidP="00A128EA" w:rsidRDefault="0074131D">
      <w:pPr>
        <w:spacing w:line="264" w:lineRule="auto"/>
        <w:rPr>
          <w:rFonts w:ascii="Arial Narrow" w:hAnsi="Arial Narrow" w:cs="Arial"/>
          <w:lang w:val="en-GB"/>
        </w:rPr>
      </w:pPr>
    </w:p>
    <w:p w:rsidRPr="00064B69" w:rsidR="0056625D" w:rsidP="00A128EA" w:rsidRDefault="0056625D">
      <w:pPr>
        <w:spacing w:line="264" w:lineRule="auto"/>
        <w:rPr>
          <w:rFonts w:ascii="Arial Narrow" w:hAnsi="Arial Narrow" w:cs="Arial"/>
          <w:lang w:val="en-GB"/>
        </w:rPr>
      </w:pPr>
    </w:p>
    <w:p w:rsidR="0074131D" w:rsidP="00064B69" w:rsidRDefault="0074131D">
      <w:pPr>
        <w:spacing w:line="264" w:lineRule="auto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</w:rPr>
        <w:t>FORMULARZ OFERTY</w:t>
      </w:r>
    </w:p>
    <w:p w:rsidR="0074131D" w:rsidP="00064B69" w:rsidRDefault="0074131D">
      <w:pPr>
        <w:spacing w:line="264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Zgodnie z ogłoszeniem o sprzedaży na surowce wtórne przedmiotów powstałych w wyniku likwidacji zbędnych i zużytych składników rzeczowych majątku ruchomego Ośrodka Szkolenia PIP składamy niniejszą ofertę </w:t>
      </w:r>
    </w:p>
    <w:p w:rsidR="0074131D" w:rsidP="00A128EA" w:rsidRDefault="0074131D">
      <w:pPr>
        <w:spacing w:line="264" w:lineRule="auto"/>
        <w:rPr>
          <w:rFonts w:ascii="Arial Narrow" w:hAnsi="Arial Narrow" w:cs="Arial"/>
        </w:rPr>
      </w:pPr>
    </w:p>
    <w:p w:rsidR="0074131D" w:rsidP="00A128EA" w:rsidRDefault="0074131D">
      <w:pPr>
        <w:spacing w:line="264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Proponowana cena brutto za całość zamówienia ………………………………………………………..zł</w:t>
      </w:r>
    </w:p>
    <w:p w:rsidR="0074131D" w:rsidP="00A128EA" w:rsidRDefault="0074131D">
      <w:pPr>
        <w:spacing w:line="264" w:lineRule="auto"/>
        <w:rPr>
          <w:rFonts w:ascii="Arial Narrow" w:hAnsi="Arial Narrow" w:cs="Arial"/>
        </w:rPr>
      </w:pPr>
    </w:p>
    <w:p w:rsidR="0074131D" w:rsidP="00A128EA" w:rsidRDefault="0074131D">
      <w:pPr>
        <w:spacing w:line="264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słownie …………………………………………………………………………………………………….</w:t>
      </w:r>
    </w:p>
    <w:p w:rsidR="0074131D" w:rsidP="00A128EA" w:rsidRDefault="0074131D">
      <w:pPr>
        <w:spacing w:line="264" w:lineRule="auto"/>
        <w:rPr>
          <w:rFonts w:ascii="Arial Narrow" w:hAnsi="Arial Narrow" w:cs="Arial"/>
        </w:rPr>
      </w:pPr>
    </w:p>
    <w:p w:rsidR="0074131D" w:rsidP="00A128EA" w:rsidRDefault="00064B69">
      <w:pPr>
        <w:spacing w:line="264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Oświadczam/</w:t>
      </w:r>
      <w:r w:rsidR="0074131D">
        <w:rPr>
          <w:rFonts w:ascii="Arial Narrow" w:hAnsi="Arial Narrow" w:cs="Arial"/>
        </w:rPr>
        <w:t xml:space="preserve">my, że </w:t>
      </w:r>
    </w:p>
    <w:p w:rsidR="00E4325F" w:rsidP="00064B69" w:rsidRDefault="0074131D">
      <w:pPr>
        <w:numPr>
          <w:ilvl w:val="0"/>
          <w:numId w:val="1"/>
        </w:numPr>
        <w:spacing w:line="264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Zaoferowana cena uwzględnia wszystkie koszty związane z przygotowaniem odpadów do transportu oraz koszty załadunku, transportu a takż</w:t>
      </w:r>
      <w:r w:rsidR="00064B69">
        <w:rPr>
          <w:rFonts w:ascii="Arial Narrow" w:hAnsi="Arial Narrow" w:cs="Arial"/>
        </w:rPr>
        <w:t>e wszelkie inne koszty związane</w:t>
      </w:r>
      <w:r w:rsidR="00064B69">
        <w:rPr>
          <w:rFonts w:ascii="Arial Narrow" w:hAnsi="Arial Narrow" w:cs="Arial"/>
        </w:rPr>
        <w:br/>
      </w:r>
      <w:r>
        <w:rPr>
          <w:rFonts w:ascii="Arial Narrow" w:hAnsi="Arial Narrow" w:cs="Arial"/>
        </w:rPr>
        <w:t>z gospodarowaniem odpadami, w tym koszty ich przetworzenia i utylizacji.</w:t>
      </w:r>
    </w:p>
    <w:p w:rsidRPr="00E4325F" w:rsidR="0074131D" w:rsidP="00064B69" w:rsidRDefault="0074131D">
      <w:pPr>
        <w:numPr>
          <w:ilvl w:val="0"/>
          <w:numId w:val="1"/>
        </w:numPr>
        <w:spacing w:line="264" w:lineRule="auto"/>
        <w:jc w:val="both"/>
        <w:rPr>
          <w:rFonts w:ascii="Arial Narrow" w:hAnsi="Arial Narrow" w:cs="Arial"/>
        </w:rPr>
      </w:pPr>
      <w:r w:rsidRPr="00E4325F">
        <w:rPr>
          <w:rFonts w:ascii="Arial Narrow" w:hAnsi="Arial Narrow" w:cs="Arial"/>
        </w:rPr>
        <w:t>Zapoznałem/liśmy się ze stanem faktycznym przedmiotu zamówienia w trakcie oględzin.</w:t>
      </w:r>
      <w:r w:rsidR="00E4325F">
        <w:rPr>
          <w:rFonts w:ascii="Arial Narrow" w:hAnsi="Arial Narrow" w:cs="Arial"/>
        </w:rPr>
        <w:br/>
      </w:r>
    </w:p>
    <w:p w:rsidR="0074131D" w:rsidP="00A128EA" w:rsidRDefault="0074131D">
      <w:pPr>
        <w:spacing w:line="264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Załącznikami niniejszej oferty, zgodnie z wymaganiami Ogłoszenia o sprzedaży</w:t>
      </w:r>
      <w:r w:rsidR="00064B69">
        <w:rPr>
          <w:rFonts w:ascii="Arial Narrow" w:hAnsi="Arial Narrow" w:cs="Arial"/>
        </w:rPr>
        <w:t>, są:</w:t>
      </w:r>
    </w:p>
    <w:p w:rsidR="0074131D" w:rsidP="00A128EA" w:rsidRDefault="0074131D">
      <w:pPr>
        <w:spacing w:line="264" w:lineRule="auto"/>
        <w:rPr>
          <w:rFonts w:ascii="Arial Narrow" w:hAnsi="Arial Narrow" w:cs="Arial"/>
        </w:rPr>
      </w:pPr>
    </w:p>
    <w:p w:rsidR="0074131D" w:rsidP="00A128EA" w:rsidRDefault="0074131D">
      <w:pPr>
        <w:spacing w:line="264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…………………………………………………………………………………………………………………….</w:t>
      </w:r>
    </w:p>
    <w:p w:rsidR="0074131D" w:rsidP="00A128EA" w:rsidRDefault="0074131D">
      <w:pPr>
        <w:spacing w:line="264" w:lineRule="auto"/>
        <w:rPr>
          <w:rFonts w:ascii="Arial Narrow" w:hAnsi="Arial Narrow" w:cs="Arial"/>
        </w:rPr>
      </w:pPr>
    </w:p>
    <w:p w:rsidR="0074131D" w:rsidP="00A128EA" w:rsidRDefault="0074131D">
      <w:pPr>
        <w:spacing w:line="264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…………………………………………………………………………………………………………………….</w:t>
      </w:r>
    </w:p>
    <w:p w:rsidR="0074131D" w:rsidP="00A128EA" w:rsidRDefault="0074131D">
      <w:pPr>
        <w:spacing w:line="264" w:lineRule="auto"/>
        <w:rPr>
          <w:rFonts w:ascii="Arial Narrow" w:hAnsi="Arial Narrow" w:cs="Arial"/>
        </w:rPr>
      </w:pPr>
    </w:p>
    <w:p w:rsidR="0074131D" w:rsidP="00A128EA" w:rsidRDefault="0074131D">
      <w:pPr>
        <w:spacing w:line="264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……………………………………………………………………………………………………………………</w:t>
      </w:r>
    </w:p>
    <w:p w:rsidR="0074131D" w:rsidP="00A128EA" w:rsidRDefault="0074131D">
      <w:pPr>
        <w:spacing w:line="264" w:lineRule="auto"/>
        <w:rPr>
          <w:rFonts w:ascii="Arial Narrow" w:hAnsi="Arial Narrow" w:cs="Arial"/>
        </w:rPr>
      </w:pPr>
    </w:p>
    <w:p w:rsidR="00064B69" w:rsidP="00A128EA" w:rsidRDefault="00064B69">
      <w:pPr>
        <w:spacing w:line="264" w:lineRule="auto"/>
        <w:rPr>
          <w:rFonts w:ascii="Arial Narrow" w:hAnsi="Arial Narrow" w:cs="Arial"/>
        </w:rPr>
      </w:pPr>
    </w:p>
    <w:p w:rsidR="00E4325F" w:rsidP="00A128EA" w:rsidRDefault="00E4325F">
      <w:pPr>
        <w:spacing w:line="264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</w:t>
      </w:r>
    </w:p>
    <w:p w:rsidR="00E4325F" w:rsidP="00064B69" w:rsidRDefault="00E4325F">
      <w:pPr>
        <w:spacing w:line="264" w:lineRule="auto"/>
        <w:ind w:left="567"/>
        <w:rPr>
          <w:rFonts w:ascii="Arial Narrow" w:hAnsi="Arial Narrow" w:cs="Arial"/>
        </w:rPr>
      </w:pPr>
      <w:r>
        <w:rPr>
          <w:rFonts w:ascii="Arial Narrow" w:hAnsi="Arial Narrow" w:cs="Arial"/>
        </w:rPr>
        <w:t>(miejscowość, data)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</w:p>
    <w:p w:rsidR="00E4325F" w:rsidP="00A128EA" w:rsidRDefault="00E4325F">
      <w:pPr>
        <w:spacing w:line="264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>…………………………………………….</w:t>
      </w:r>
    </w:p>
    <w:p w:rsidRPr="00193E87" w:rsidR="0074131D" w:rsidP="00064B69" w:rsidRDefault="00E4325F">
      <w:pPr>
        <w:spacing w:line="264" w:lineRule="auto"/>
        <w:ind w:left="5529"/>
        <w:rPr>
          <w:rFonts w:ascii="Arial Narrow" w:hAnsi="Arial Narrow" w:cs="Arial"/>
        </w:rPr>
      </w:pPr>
      <w:r>
        <w:rPr>
          <w:rFonts w:ascii="Arial Narrow" w:hAnsi="Arial Narrow" w:cs="Arial"/>
        </w:rPr>
        <w:t>Podpis i pieczęć Wykonawcy</w:t>
      </w:r>
    </w:p>
    <w:sectPr w:rsidRPr="00193E87" w:rsidR="0074131D" w:rsidSect="00F0430B">
      <w:headerReference w:type="first" r:id="rId9"/>
      <w:footerReference w:type="first" r:id="rId10"/>
      <w:pgSz w:w="11906" w:h="16838" w:code="9"/>
      <w:pgMar w:top="2041" w:right="1134" w:bottom="907" w:left="1985" w:header="39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76C" w:rsidRDefault="007A576C">
      <w:r>
        <w:separator/>
      </w:r>
    </w:p>
  </w:endnote>
  <w:endnote w:type="continuationSeparator" w:id="0">
    <w:p w:rsidR="007A576C" w:rsidRDefault="007A5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 E 16 A 950 0t 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1BA" w:rsidRDefault="00064B69" w:rsidP="00261F8F">
    <w:pPr>
      <w:pStyle w:val="Stopka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8pt;height:17.25pt">
          <v:imagedata r:id="rId1" o:title="OS_PIP_StopkaDyr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76C" w:rsidRDefault="007A576C">
      <w:r>
        <w:separator/>
      </w:r>
    </w:p>
  </w:footnote>
  <w:footnote w:type="continuationSeparator" w:id="0">
    <w:p w:rsidR="007A576C" w:rsidRDefault="007A5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1BA" w:rsidRDefault="00064B69" w:rsidP="00261F8F">
    <w:pPr>
      <w:pStyle w:val="Nagwek"/>
      <w:spacing w:before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9.5pt;height:52.5pt">
          <v:imagedata r:id="rId1" o:title="OS_PIP_GlowkaPeln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D35A2"/>
    <w:multiLevelType w:val="hybridMultilevel"/>
    <w:tmpl w:val="9B7A31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1AEC"/>
    <w:rsid w:val="00002A09"/>
    <w:rsid w:val="0000585F"/>
    <w:rsid w:val="00007E86"/>
    <w:rsid w:val="00016C47"/>
    <w:rsid w:val="00034FB1"/>
    <w:rsid w:val="00037E79"/>
    <w:rsid w:val="00050674"/>
    <w:rsid w:val="00057819"/>
    <w:rsid w:val="00062505"/>
    <w:rsid w:val="00063075"/>
    <w:rsid w:val="00064B69"/>
    <w:rsid w:val="00073057"/>
    <w:rsid w:val="00076A1B"/>
    <w:rsid w:val="0008497C"/>
    <w:rsid w:val="00086A7B"/>
    <w:rsid w:val="000971A9"/>
    <w:rsid w:val="000A5FEE"/>
    <w:rsid w:val="000B4CA3"/>
    <w:rsid w:val="000B7070"/>
    <w:rsid w:val="000D412E"/>
    <w:rsid w:val="00101BD0"/>
    <w:rsid w:val="0010562D"/>
    <w:rsid w:val="00145843"/>
    <w:rsid w:val="00157020"/>
    <w:rsid w:val="00160E6E"/>
    <w:rsid w:val="001677DF"/>
    <w:rsid w:val="001764BF"/>
    <w:rsid w:val="0018703B"/>
    <w:rsid w:val="00193E87"/>
    <w:rsid w:val="00195762"/>
    <w:rsid w:val="001957AE"/>
    <w:rsid w:val="001B1D0A"/>
    <w:rsid w:val="001B3F40"/>
    <w:rsid w:val="001B504A"/>
    <w:rsid w:val="001D2830"/>
    <w:rsid w:val="001E1DA9"/>
    <w:rsid w:val="001E3E7F"/>
    <w:rsid w:val="001E46A3"/>
    <w:rsid w:val="001F18D2"/>
    <w:rsid w:val="00225286"/>
    <w:rsid w:val="00230AAD"/>
    <w:rsid w:val="0023451D"/>
    <w:rsid w:val="002449BC"/>
    <w:rsid w:val="00245F54"/>
    <w:rsid w:val="00250A3C"/>
    <w:rsid w:val="00261F8F"/>
    <w:rsid w:val="00267250"/>
    <w:rsid w:val="0029285E"/>
    <w:rsid w:val="002A14E8"/>
    <w:rsid w:val="002A5BCA"/>
    <w:rsid w:val="002B2E7D"/>
    <w:rsid w:val="002B72C4"/>
    <w:rsid w:val="002D7275"/>
    <w:rsid w:val="002F31D8"/>
    <w:rsid w:val="002F43CA"/>
    <w:rsid w:val="002F61EE"/>
    <w:rsid w:val="002F6214"/>
    <w:rsid w:val="002F7646"/>
    <w:rsid w:val="00320C5F"/>
    <w:rsid w:val="00321B12"/>
    <w:rsid w:val="00334C8B"/>
    <w:rsid w:val="003366BA"/>
    <w:rsid w:val="0035454A"/>
    <w:rsid w:val="003A5042"/>
    <w:rsid w:val="003C2125"/>
    <w:rsid w:val="003D1BF7"/>
    <w:rsid w:val="003D3167"/>
    <w:rsid w:val="004332D6"/>
    <w:rsid w:val="00436F37"/>
    <w:rsid w:val="0044212F"/>
    <w:rsid w:val="00445104"/>
    <w:rsid w:val="00445B3A"/>
    <w:rsid w:val="004472BC"/>
    <w:rsid w:val="00451D74"/>
    <w:rsid w:val="00473D47"/>
    <w:rsid w:val="00477CD1"/>
    <w:rsid w:val="004867E1"/>
    <w:rsid w:val="004B2E82"/>
    <w:rsid w:val="004B36C5"/>
    <w:rsid w:val="004C4436"/>
    <w:rsid w:val="004D2741"/>
    <w:rsid w:val="004D79F7"/>
    <w:rsid w:val="004F499D"/>
    <w:rsid w:val="00500C21"/>
    <w:rsid w:val="00501AEC"/>
    <w:rsid w:val="00514A11"/>
    <w:rsid w:val="00522F89"/>
    <w:rsid w:val="00526CDC"/>
    <w:rsid w:val="0053164A"/>
    <w:rsid w:val="00550136"/>
    <w:rsid w:val="00551B40"/>
    <w:rsid w:val="005620B6"/>
    <w:rsid w:val="0056488C"/>
    <w:rsid w:val="0056625D"/>
    <w:rsid w:val="0056715E"/>
    <w:rsid w:val="00590F85"/>
    <w:rsid w:val="00595CAE"/>
    <w:rsid w:val="005A01E0"/>
    <w:rsid w:val="005A49E5"/>
    <w:rsid w:val="005B4562"/>
    <w:rsid w:val="005B4CB4"/>
    <w:rsid w:val="005C6E36"/>
    <w:rsid w:val="00603CAF"/>
    <w:rsid w:val="006279B7"/>
    <w:rsid w:val="006312DB"/>
    <w:rsid w:val="006427FF"/>
    <w:rsid w:val="00661C26"/>
    <w:rsid w:val="00693888"/>
    <w:rsid w:val="006A1E5D"/>
    <w:rsid w:val="006A2EE9"/>
    <w:rsid w:val="006A558B"/>
    <w:rsid w:val="006A5DBA"/>
    <w:rsid w:val="006C4BE0"/>
    <w:rsid w:val="006C6270"/>
    <w:rsid w:val="006D385E"/>
    <w:rsid w:val="006D672C"/>
    <w:rsid w:val="006D7532"/>
    <w:rsid w:val="006F5175"/>
    <w:rsid w:val="007121EE"/>
    <w:rsid w:val="007151C6"/>
    <w:rsid w:val="00726A93"/>
    <w:rsid w:val="00736C65"/>
    <w:rsid w:val="0074131D"/>
    <w:rsid w:val="00761377"/>
    <w:rsid w:val="0076542B"/>
    <w:rsid w:val="00771F67"/>
    <w:rsid w:val="00775607"/>
    <w:rsid w:val="00780A3E"/>
    <w:rsid w:val="007A2202"/>
    <w:rsid w:val="007A33FA"/>
    <w:rsid w:val="007A576C"/>
    <w:rsid w:val="007C0C1F"/>
    <w:rsid w:val="007D6DC7"/>
    <w:rsid w:val="007E15CF"/>
    <w:rsid w:val="007F2999"/>
    <w:rsid w:val="00801E43"/>
    <w:rsid w:val="008025C1"/>
    <w:rsid w:val="0080798D"/>
    <w:rsid w:val="00841C35"/>
    <w:rsid w:val="00851B66"/>
    <w:rsid w:val="008749C7"/>
    <w:rsid w:val="00876E50"/>
    <w:rsid w:val="008828BD"/>
    <w:rsid w:val="00883356"/>
    <w:rsid w:val="00890087"/>
    <w:rsid w:val="008948A3"/>
    <w:rsid w:val="00897BE5"/>
    <w:rsid w:val="008C02E0"/>
    <w:rsid w:val="008C0464"/>
    <w:rsid w:val="008D239D"/>
    <w:rsid w:val="008E2D1A"/>
    <w:rsid w:val="008E2E82"/>
    <w:rsid w:val="0090370F"/>
    <w:rsid w:val="00905265"/>
    <w:rsid w:val="00914418"/>
    <w:rsid w:val="00923353"/>
    <w:rsid w:val="00925323"/>
    <w:rsid w:val="009359FC"/>
    <w:rsid w:val="009455E9"/>
    <w:rsid w:val="00974AA7"/>
    <w:rsid w:val="00976FBA"/>
    <w:rsid w:val="00980EB5"/>
    <w:rsid w:val="0098792B"/>
    <w:rsid w:val="00992C39"/>
    <w:rsid w:val="009960B8"/>
    <w:rsid w:val="009A4C44"/>
    <w:rsid w:val="009B48B7"/>
    <w:rsid w:val="009D1171"/>
    <w:rsid w:val="009D7626"/>
    <w:rsid w:val="009F726C"/>
    <w:rsid w:val="00A11A66"/>
    <w:rsid w:val="00A128EA"/>
    <w:rsid w:val="00A150F4"/>
    <w:rsid w:val="00A22350"/>
    <w:rsid w:val="00A469F9"/>
    <w:rsid w:val="00A60FEF"/>
    <w:rsid w:val="00A70865"/>
    <w:rsid w:val="00A73D62"/>
    <w:rsid w:val="00A74982"/>
    <w:rsid w:val="00A93216"/>
    <w:rsid w:val="00AA1065"/>
    <w:rsid w:val="00AA406F"/>
    <w:rsid w:val="00AB6F12"/>
    <w:rsid w:val="00AC2937"/>
    <w:rsid w:val="00AC6C94"/>
    <w:rsid w:val="00AE1366"/>
    <w:rsid w:val="00AE403D"/>
    <w:rsid w:val="00B05AF7"/>
    <w:rsid w:val="00B27F9F"/>
    <w:rsid w:val="00B37A12"/>
    <w:rsid w:val="00B405D2"/>
    <w:rsid w:val="00B47231"/>
    <w:rsid w:val="00B567B9"/>
    <w:rsid w:val="00B57D85"/>
    <w:rsid w:val="00B6145E"/>
    <w:rsid w:val="00B700C4"/>
    <w:rsid w:val="00B81BF5"/>
    <w:rsid w:val="00B81E22"/>
    <w:rsid w:val="00B86B00"/>
    <w:rsid w:val="00B946F8"/>
    <w:rsid w:val="00BA1CC7"/>
    <w:rsid w:val="00BB4046"/>
    <w:rsid w:val="00BC2F1E"/>
    <w:rsid w:val="00BC7B25"/>
    <w:rsid w:val="00BD1F05"/>
    <w:rsid w:val="00BD1FA7"/>
    <w:rsid w:val="00BD25AC"/>
    <w:rsid w:val="00BD4EA0"/>
    <w:rsid w:val="00BE1244"/>
    <w:rsid w:val="00BF1EBD"/>
    <w:rsid w:val="00C03F5C"/>
    <w:rsid w:val="00C07CE9"/>
    <w:rsid w:val="00C07E85"/>
    <w:rsid w:val="00C16034"/>
    <w:rsid w:val="00C23DF3"/>
    <w:rsid w:val="00C31951"/>
    <w:rsid w:val="00C3270B"/>
    <w:rsid w:val="00C503AA"/>
    <w:rsid w:val="00C55564"/>
    <w:rsid w:val="00C6092A"/>
    <w:rsid w:val="00C72DC8"/>
    <w:rsid w:val="00C765BF"/>
    <w:rsid w:val="00C851BA"/>
    <w:rsid w:val="00C869A8"/>
    <w:rsid w:val="00C94383"/>
    <w:rsid w:val="00CA44AA"/>
    <w:rsid w:val="00CC2C67"/>
    <w:rsid w:val="00CC6C4B"/>
    <w:rsid w:val="00CD6F77"/>
    <w:rsid w:val="00CF350F"/>
    <w:rsid w:val="00D11651"/>
    <w:rsid w:val="00D14DE3"/>
    <w:rsid w:val="00D335C3"/>
    <w:rsid w:val="00D35D1F"/>
    <w:rsid w:val="00D423F5"/>
    <w:rsid w:val="00D6208A"/>
    <w:rsid w:val="00D714F7"/>
    <w:rsid w:val="00D7382B"/>
    <w:rsid w:val="00D850B9"/>
    <w:rsid w:val="00D94F8D"/>
    <w:rsid w:val="00DA5763"/>
    <w:rsid w:val="00DB322C"/>
    <w:rsid w:val="00DD736C"/>
    <w:rsid w:val="00DE07F8"/>
    <w:rsid w:val="00DE5AFC"/>
    <w:rsid w:val="00DF6DFB"/>
    <w:rsid w:val="00E15BAB"/>
    <w:rsid w:val="00E24333"/>
    <w:rsid w:val="00E4325F"/>
    <w:rsid w:val="00E43739"/>
    <w:rsid w:val="00E72BD6"/>
    <w:rsid w:val="00E804F4"/>
    <w:rsid w:val="00EA7D46"/>
    <w:rsid w:val="00EC7EEB"/>
    <w:rsid w:val="00ED2294"/>
    <w:rsid w:val="00EE63C4"/>
    <w:rsid w:val="00EF5935"/>
    <w:rsid w:val="00F0430B"/>
    <w:rsid w:val="00F2412E"/>
    <w:rsid w:val="00F3459B"/>
    <w:rsid w:val="00F42584"/>
    <w:rsid w:val="00F47BDB"/>
    <w:rsid w:val="00F75261"/>
    <w:rsid w:val="00F9549F"/>
    <w:rsid w:val="00FA606E"/>
    <w:rsid w:val="00FE1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,"/>
  <w:listSeparator w:val=";"/>
  <w14:docId w14:val="55A7FCB0"/>
  <w15:docId w15:val="{6B0FD374-3142-49A6-8FB6-DCDE64837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4EA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76542B"/>
    <w:pPr>
      <w:keepNext/>
      <w:spacing w:before="240" w:after="60"/>
      <w:outlineLvl w:val="0"/>
    </w:pPr>
    <w:rPr>
      <w:rFonts w:cs="Arial"/>
      <w:b/>
      <w:bCs/>
      <w:caps/>
      <w:kern w:val="32"/>
      <w:sz w:val="28"/>
      <w:szCs w:val="28"/>
    </w:rPr>
  </w:style>
  <w:style w:type="paragraph" w:styleId="Nagwek2">
    <w:name w:val="heading 2"/>
    <w:basedOn w:val="Normalny"/>
    <w:next w:val="Normalny"/>
    <w:qFormat/>
    <w:rsid w:val="0076542B"/>
    <w:pPr>
      <w:keepNext/>
      <w:spacing w:before="240" w:after="60"/>
      <w:outlineLvl w:val="1"/>
    </w:pPr>
    <w:rPr>
      <w:rFonts w:cs="Arial"/>
      <w:b/>
      <w:bCs/>
      <w:iCs/>
      <w:caps/>
    </w:rPr>
  </w:style>
  <w:style w:type="paragraph" w:styleId="Nagwek3">
    <w:name w:val="heading 3"/>
    <w:basedOn w:val="Normalny"/>
    <w:next w:val="Normalny"/>
    <w:qFormat/>
    <w:rsid w:val="00CA44AA"/>
    <w:pPr>
      <w:keepNext/>
      <w:spacing w:before="240" w:after="60"/>
      <w:outlineLvl w:val="2"/>
    </w:pPr>
    <w:rPr>
      <w:rFonts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4373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4373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AC6C9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77DF"/>
    <w:pPr>
      <w:widowControl w:val="0"/>
      <w:autoSpaceDE w:val="0"/>
      <w:autoSpaceDN w:val="0"/>
      <w:adjustRightInd w:val="0"/>
    </w:pPr>
    <w:rPr>
      <w:rFonts w:ascii="TT E 16 A 950 0t 00" w:hAnsi="TT E 16 A 950 0t 00"/>
      <w:color w:val="000000"/>
      <w:sz w:val="24"/>
      <w:szCs w:val="24"/>
    </w:rPr>
  </w:style>
  <w:style w:type="character" w:styleId="Hipercze">
    <w:name w:val="Hyperlink"/>
    <w:unhideWhenUsed/>
    <w:rsid w:val="00C07CE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9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10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0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86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6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62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80048\AppData\Local\Microsoft\Windows\INetCache\Content.Outlook\6C947C21\Formatka_OSPIP_3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OS\180026</Osoba>
    <Odbiorcy2 xmlns="30473D83-C5E0-4BDA-89DC-404D67C03FE7" xsi:nil="true"/>
    <NazwaPliku xmlns="30473D83-C5E0-4BDA-89DC-404D67C03FE7">formularz ofertowy surowce wtórne.docx.docx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66F1270-5A96-47FE-BAB8-41C569EB3A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1FE86C-ED08-497D-A95D-FB99F3477EF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Formatka_OSPIP_3</Template>
  <TotalTime>2</TotalTime>
  <Pages>1</Pages>
  <Words>188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Ośrodek Szkolenia Państwowej Inspekcji Pracy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Lolita Cicha</dc:creator>
  <cp:keywords/>
  <dc:description/>
  <cp:lastModifiedBy>Szymon Kaczor</cp:lastModifiedBy>
  <cp:revision>5</cp:revision>
  <cp:lastPrinted>2020-09-11T08:38:00Z</cp:lastPrinted>
  <dcterms:created xsi:type="dcterms:W3CDTF">2021-12-01T11:38:00Z</dcterms:created>
  <dcterms:modified xsi:type="dcterms:W3CDTF">2023-10-23T08:29:00Z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ZnakPisma">
    <vt:lpwstr xmlns:vt="http://schemas.openxmlformats.org/officeDocument/2006/docPropsVTypes">OS-AAD.2102.6.2024.16</vt:lpwstr>
  </op:property>
  <op:property fmtid="{D5CDD505-2E9C-101B-9397-08002B2CF9AE}" pid="3" name="UNPPisma">
    <vt:lpwstr>OS-24-08525</vt:lpwstr>
  </op:property>
  <op:property fmtid="{D5CDD505-2E9C-101B-9397-08002B2CF9AE}" pid="4" name="ZnakSprawy">
    <vt:lpwstr>OS-AAD.2102.6.2024</vt:lpwstr>
  </op:property>
  <op:property fmtid="{D5CDD505-2E9C-101B-9397-08002B2CF9AE}" pid="5" name="ZnakSprawy2">
    <vt:lpwstr>Znak sprawy: OS-AAD.2102.6.2024</vt:lpwstr>
  </op:property>
  <op:property fmtid="{D5CDD505-2E9C-101B-9397-08002B2CF9AE}" pid="6" name="AktualnaDataSlownie">
    <vt:lpwstr>22 listopada 2024</vt:lpwstr>
  </op:property>
  <op:property fmtid="{D5CDD505-2E9C-101B-9397-08002B2CF9AE}" pid="7" name="ZnakSprawyPrzedPrzeniesieniem">
    <vt:lpwstr/>
  </op:property>
  <op:property fmtid="{D5CDD505-2E9C-101B-9397-08002B2CF9AE}" pid="8" name="Autor">
    <vt:lpwstr>Brzosko Ewa</vt:lpwstr>
  </op:property>
  <op:property fmtid="{D5CDD505-2E9C-101B-9397-08002B2CF9AE}" pid="9" name="AutorNumer">
    <vt:lpwstr>180050</vt:lpwstr>
  </op:property>
  <op:property fmtid="{D5CDD505-2E9C-101B-9397-08002B2CF9AE}" pid="10" name="AutorKomorkaNadrzedna">
    <vt:lpwstr>Zastępca Dyrektora(A)</vt:lpwstr>
  </op:property>
  <op:property fmtid="{D5CDD505-2E9C-101B-9397-08002B2CF9AE}" pid="11" name="AutorInicjaly">
    <vt:lpwstr>EB9</vt:lpwstr>
  </op:property>
  <op:property fmtid="{D5CDD505-2E9C-101B-9397-08002B2CF9AE}" pid="12" name="AutorNrTelefonu">
    <vt:lpwstr>-</vt:lpwstr>
  </op:property>
  <op:property fmtid="{D5CDD505-2E9C-101B-9397-08002B2CF9AE}" pid="13" name="Stanowisko">
    <vt:lpwstr>Starszy referent</vt:lpwstr>
  </op:property>
  <op:property fmtid="{D5CDD505-2E9C-101B-9397-08002B2CF9AE}" pid="14" name="OpisPisma">
    <vt:lpwstr>Informacja o sprzedaży na surowce wtórne</vt:lpwstr>
  </op:property>
  <op:property fmtid="{D5CDD505-2E9C-101B-9397-08002B2CF9AE}" pid="15" name="Komorka">
    <vt:lpwstr>Dział Administracyjny</vt:lpwstr>
  </op:property>
  <op:property fmtid="{D5CDD505-2E9C-101B-9397-08002B2CF9AE}" pid="16" name="KodKomorki">
    <vt:lpwstr>AAD</vt:lpwstr>
  </op:property>
  <op:property fmtid="{D5CDD505-2E9C-101B-9397-08002B2CF9AE}" pid="17" name="AktualnaData">
    <vt:lpwstr>2024-11-22</vt:lpwstr>
  </op:property>
  <op:property fmtid="{D5CDD505-2E9C-101B-9397-08002B2CF9AE}" pid="18" name="Wydzial">
    <vt:lpwstr>Dział Administracyjny</vt:lpwstr>
  </op:property>
  <op:property fmtid="{D5CDD505-2E9C-101B-9397-08002B2CF9AE}" pid="19" name="KodWydzialu">
    <vt:lpwstr>AAD</vt:lpwstr>
  </op:property>
  <op:property fmtid="{D5CDD505-2E9C-101B-9397-08002B2CF9AE}" pid="20" name="ZaakceptowanePrzez">
    <vt:lpwstr>n/d</vt:lpwstr>
  </op:property>
  <op:property fmtid="{D5CDD505-2E9C-101B-9397-08002B2CF9AE}" pid="21" name="PrzekazanieDo">
    <vt:lpwstr>Ewa Brzosko</vt:lpwstr>
  </op:property>
  <op:property fmtid="{D5CDD505-2E9C-101B-9397-08002B2CF9AE}" pid="22" name="PrzekazanieDoStanowisko">
    <vt:lpwstr>Starszy referent</vt:lpwstr>
  </op:property>
  <op:property fmtid="{D5CDD505-2E9C-101B-9397-08002B2CF9AE}" pid="23" name="PrzekazanieDoKomorkaPracownika">
    <vt:lpwstr>Dział Organizacyjno-Prawny(DOP) </vt:lpwstr>
  </op:property>
  <op:property fmtid="{D5CDD505-2E9C-101B-9397-08002B2CF9AE}" pid="24" name="PrzekazanieWgRozdzielnika">
    <vt:lpwstr/>
  </op:property>
  <op:property fmtid="{D5CDD505-2E9C-101B-9397-08002B2CF9AE}" pid="25" name="adresImie">
    <vt:lpwstr/>
  </op:property>
  <op:property fmtid="{D5CDD505-2E9C-101B-9397-08002B2CF9AE}" pid="26" name="adresNazwisko">
    <vt:lpwstr/>
  </op:property>
  <op:property fmtid="{D5CDD505-2E9C-101B-9397-08002B2CF9AE}" pid="27" name="adresNazwa">
    <vt:lpwstr/>
  </op:property>
  <op:property fmtid="{D5CDD505-2E9C-101B-9397-08002B2CF9AE}" pid="28" name="adresOddzial">
    <vt:lpwstr/>
  </op:property>
  <op:property fmtid="{D5CDD505-2E9C-101B-9397-08002B2CF9AE}" pid="29" name="adresTypUlicy">
    <vt:lpwstr/>
  </op:property>
  <op:property fmtid="{D5CDD505-2E9C-101B-9397-08002B2CF9AE}" pid="30" name="adresUlica">
    <vt:lpwstr/>
  </op:property>
  <op:property fmtid="{D5CDD505-2E9C-101B-9397-08002B2CF9AE}" pid="31" name="adresNrDomu">
    <vt:lpwstr/>
  </op:property>
  <op:property fmtid="{D5CDD505-2E9C-101B-9397-08002B2CF9AE}" pid="32" name="adresNrLokalu">
    <vt:lpwstr/>
  </op:property>
  <op:property fmtid="{D5CDD505-2E9C-101B-9397-08002B2CF9AE}" pid="33" name="adresKodPocztowy">
    <vt:lpwstr/>
  </op:property>
  <op:property fmtid="{D5CDD505-2E9C-101B-9397-08002B2CF9AE}" pid="34" name="adresMiejscowosc">
    <vt:lpwstr/>
  </op:property>
  <op:property fmtid="{D5CDD505-2E9C-101B-9397-08002B2CF9AE}" pid="35" name="adresPoczta">
    <vt:lpwstr/>
  </op:property>
  <op:property fmtid="{D5CDD505-2E9C-101B-9397-08002B2CF9AE}" pid="36" name="adresEMail">
    <vt:lpwstr/>
  </op:property>
  <op:property fmtid="{D5CDD505-2E9C-101B-9397-08002B2CF9AE}" pid="37" name="DataNaPismie">
    <vt:lpwstr>brak</vt:lpwstr>
  </op:property>
  <op:property fmtid="{D5CDD505-2E9C-101B-9397-08002B2CF9AE}" pid="38" name="adresaciDW">
    <vt:lpwstr/>
  </op:property>
  <op:property fmtid="{D5CDD505-2E9C-101B-9397-08002B2CF9AE}" pid="39" name="adresaciDW2">
    <vt:lpwstr/>
  </op:property>
  <op:property fmtid="{D5CDD505-2E9C-101B-9397-08002B2CF9AE}" pid="40" name="DataCzasWprowadzenia">
    <vt:lpwstr>2024-11-22 08:21:54</vt:lpwstr>
  </op:property>
  <op:property fmtid="{D5CDD505-2E9C-101B-9397-08002B2CF9AE}" pid="41" name="TematSprawy">
    <vt:lpwstr>Likwidacja 2/2024</vt:lpwstr>
  </op:property>
  <op:property fmtid="{D5CDD505-2E9C-101B-9397-08002B2CF9AE}" pid="42" name="ProwadzacySprawe">
    <vt:lpwstr>Jurkowska Joanna</vt:lpwstr>
  </op:property>
  <op:property fmtid="{D5CDD505-2E9C-101B-9397-08002B2CF9AE}" pid="43" name="DaneJednostki1">
    <vt:lpwstr>Ośrodek Szkolenia Państwowej Inspekcji Pracy im. Profesora Jana Rosnera we Wrocławiu</vt:lpwstr>
  </op:property>
  <op:property fmtid="{D5CDD505-2E9C-101B-9397-08002B2CF9AE}" pid="44" name="PolaDodatkowe1">
    <vt:lpwstr>Ośrodek Szkolenia Państwowej Inspekcji Pracy im. Profesora Jana Rosnera we Wrocławiu</vt:lpwstr>
  </op:property>
  <op:property fmtid="{D5CDD505-2E9C-101B-9397-08002B2CF9AE}" pid="45" name="DaneJednostki2">
    <vt:lpwstr>Wrocław</vt:lpwstr>
  </op:property>
  <op:property fmtid="{D5CDD505-2E9C-101B-9397-08002B2CF9AE}" pid="46" name="PolaDodatkowe2">
    <vt:lpwstr>Wrocław</vt:lpwstr>
  </op:property>
  <op:property fmtid="{D5CDD505-2E9C-101B-9397-08002B2CF9AE}" pid="47" name="DaneJednostki3">
    <vt:lpwstr>51-622 </vt:lpwstr>
  </op:property>
  <op:property fmtid="{D5CDD505-2E9C-101B-9397-08002B2CF9AE}" pid="48" name="PolaDodatkowe3">
    <vt:lpwstr>51-622 </vt:lpwstr>
  </op:property>
  <op:property fmtid="{D5CDD505-2E9C-101B-9397-08002B2CF9AE}" pid="49" name="DaneJednostki4">
    <vt:lpwstr>ul. M. Kopernika</vt:lpwstr>
  </op:property>
  <op:property fmtid="{D5CDD505-2E9C-101B-9397-08002B2CF9AE}" pid="50" name="PolaDodatkowe4">
    <vt:lpwstr>ul. M. Kopernika</vt:lpwstr>
  </op:property>
  <op:property fmtid="{D5CDD505-2E9C-101B-9397-08002B2CF9AE}" pid="51" name="DaneJednostki5">
    <vt:lpwstr>5</vt:lpwstr>
  </op:property>
  <op:property fmtid="{D5CDD505-2E9C-101B-9397-08002B2CF9AE}" pid="52" name="PolaDodatkowe5">
    <vt:lpwstr>5</vt:lpwstr>
  </op:property>
  <op:property fmtid="{D5CDD505-2E9C-101B-9397-08002B2CF9AE}" pid="53" name="DaneJednostki6">
    <vt:lpwstr>(71) 37 10 404</vt:lpwstr>
  </op:property>
  <op:property fmtid="{D5CDD505-2E9C-101B-9397-08002B2CF9AE}" pid="54" name="PolaDodatkowe6">
    <vt:lpwstr>(71) 37 10 404</vt:lpwstr>
  </op:property>
  <op:property fmtid="{D5CDD505-2E9C-101B-9397-08002B2CF9AE}" pid="55" name="DaneJednostki7">
    <vt:lpwstr>(71) 37 10 402</vt:lpwstr>
  </op:property>
  <op:property fmtid="{D5CDD505-2E9C-101B-9397-08002B2CF9AE}" pid="56" name="PolaDodatkowe7">
    <vt:lpwstr>(71) 37 10 402</vt:lpwstr>
  </op:property>
  <op:property fmtid="{D5CDD505-2E9C-101B-9397-08002B2CF9AE}" pid="57" name="DaneJednostki8">
    <vt:lpwstr>kancelaria@os.pip.gov.pl</vt:lpwstr>
  </op:property>
  <op:property fmtid="{D5CDD505-2E9C-101B-9397-08002B2CF9AE}" pid="58" name="PolaDodatkowe8">
    <vt:lpwstr>kancelaria@os.pip.gov.pl</vt:lpwstr>
  </op:property>
  <op:property fmtid="{D5CDD505-2E9C-101B-9397-08002B2CF9AE}" pid="59" name="DaneJednostki9">
    <vt:lpwstr>www.ospip.pl</vt:lpwstr>
  </op:property>
  <op:property fmtid="{D5CDD505-2E9C-101B-9397-08002B2CF9AE}" pid="60" name="PolaDodatkowe9">
    <vt:lpwstr>www.ospip.pl</vt:lpwstr>
  </op:property>
  <op:property fmtid="{D5CDD505-2E9C-101B-9397-08002B2CF9AE}" pid="61" name="KodKreskowy">
    <vt:lpwstr> </vt:lpwstr>
  </op:property>
  <op:property fmtid="{D5CDD505-2E9C-101B-9397-08002B2CF9AE}" pid="62" name="TrescPisma">
    <vt:lpwstr/>
  </op:property>
</op:Properties>
</file>